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7F45" w14:textId="41E9903C" w:rsidR="006132B6" w:rsidRDefault="007A4366" w:rsidP="007A4366">
      <w:pPr>
        <w:pStyle w:val="ReportTitle"/>
      </w:pPr>
      <w:r>
        <w:t>Important To/For</w:t>
      </w:r>
    </w:p>
    <w:p w14:paraId="384F12A8" w14:textId="06E8C3B3" w:rsidR="007A4366" w:rsidRDefault="007A4366" w:rsidP="007A4366"/>
    <w:p w14:paraId="6DBBE7EC" w14:textId="77777777" w:rsidR="007A4366" w:rsidRPr="007A4366" w:rsidRDefault="007A4366" w:rsidP="007A4366">
      <w:pPr>
        <w:rPr>
          <w:color w:val="424A52"/>
        </w:rPr>
      </w:pPr>
      <w:r w:rsidRPr="007A4366">
        <w:rPr>
          <w:color w:val="424A52"/>
        </w:rPr>
        <w:t xml:space="preserve">List the factors that are important </w:t>
      </w:r>
      <w:r w:rsidRPr="007A4366">
        <w:rPr>
          <w:b/>
          <w:color w:val="424A52"/>
        </w:rPr>
        <w:t>to</w:t>
      </w:r>
      <w:r w:rsidRPr="007A4366">
        <w:rPr>
          <w:color w:val="424A52"/>
        </w:rPr>
        <w:t xml:space="preserve"> someone (things that they want to do or have in their life) with the factors that in other people’s views are important </w:t>
      </w:r>
      <w:r w:rsidRPr="007A4366">
        <w:rPr>
          <w:b/>
          <w:color w:val="424A52"/>
        </w:rPr>
        <w:t>for</w:t>
      </w:r>
      <w:r w:rsidRPr="007A4366">
        <w:rPr>
          <w:color w:val="424A52"/>
        </w:rPr>
        <w:t xml:space="preserve"> them (things that will help or support them).</w:t>
      </w:r>
    </w:p>
    <w:p w14:paraId="2AA84EBE" w14:textId="54B1C99F" w:rsidR="007A4366" w:rsidRPr="007A4366" w:rsidRDefault="007A4366" w:rsidP="007A4366">
      <w:pPr>
        <w:rPr>
          <w:color w:val="424A52"/>
        </w:rPr>
      </w:pPr>
    </w:p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4366" w:rsidRPr="007A4366" w14:paraId="01DB17B7" w14:textId="77777777" w:rsidTr="007A4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672" w:type="dxa"/>
          </w:tcPr>
          <w:p w14:paraId="1041C8A2" w14:textId="6E779705" w:rsidR="007A4366" w:rsidRPr="007A4366" w:rsidRDefault="007A4366" w:rsidP="007A4366">
            <w:pPr>
              <w:rPr>
                <w:b/>
                <w:bCs/>
              </w:rPr>
            </w:pPr>
            <w:r w:rsidRPr="007A4366">
              <w:rPr>
                <w:b/>
                <w:bCs/>
              </w:rPr>
              <w:t>Important To</w:t>
            </w:r>
          </w:p>
        </w:tc>
        <w:tc>
          <w:tcPr>
            <w:tcW w:w="4673" w:type="dxa"/>
          </w:tcPr>
          <w:p w14:paraId="46BAA865" w14:textId="25612336" w:rsidR="007A4366" w:rsidRPr="007A4366" w:rsidRDefault="007A4366" w:rsidP="007A4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A4366">
              <w:rPr>
                <w:b/>
                <w:bCs/>
              </w:rPr>
              <w:t>Important For</w:t>
            </w:r>
          </w:p>
        </w:tc>
      </w:tr>
      <w:tr w:rsidR="007A4366" w14:paraId="6366DD2A" w14:textId="77777777" w:rsidTr="007A4366">
        <w:tc>
          <w:tcPr>
            <w:tcW w:w="4672" w:type="dxa"/>
          </w:tcPr>
          <w:p w14:paraId="2369B38A" w14:textId="77777777" w:rsidR="007A4366" w:rsidRDefault="007A4366" w:rsidP="007A4366">
            <w:pPr>
              <w:rPr>
                <w:color w:val="424A52"/>
              </w:rPr>
            </w:pPr>
          </w:p>
          <w:p w14:paraId="4D2985F8" w14:textId="30E384C8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4D0567AB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11D14F65" w14:textId="77777777" w:rsidTr="007A4366">
        <w:tc>
          <w:tcPr>
            <w:tcW w:w="4672" w:type="dxa"/>
          </w:tcPr>
          <w:p w14:paraId="53978340" w14:textId="77777777" w:rsidR="007A4366" w:rsidRDefault="007A4366" w:rsidP="007A4366">
            <w:pPr>
              <w:rPr>
                <w:color w:val="424A52"/>
              </w:rPr>
            </w:pPr>
          </w:p>
          <w:p w14:paraId="7C3F907C" w14:textId="29198888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D96EB65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79938468" w14:textId="77777777" w:rsidTr="007A4366">
        <w:tc>
          <w:tcPr>
            <w:tcW w:w="4672" w:type="dxa"/>
          </w:tcPr>
          <w:p w14:paraId="02F79D08" w14:textId="77777777" w:rsidR="007A4366" w:rsidRDefault="007A4366" w:rsidP="007A4366">
            <w:pPr>
              <w:rPr>
                <w:color w:val="424A52"/>
              </w:rPr>
            </w:pPr>
          </w:p>
          <w:p w14:paraId="25DF9708" w14:textId="769310C7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DB1D05F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E2CBF61" w14:textId="77777777" w:rsidTr="007A4366">
        <w:tc>
          <w:tcPr>
            <w:tcW w:w="4672" w:type="dxa"/>
          </w:tcPr>
          <w:p w14:paraId="42ED7350" w14:textId="77777777" w:rsidR="007A4366" w:rsidRDefault="007A4366" w:rsidP="007A4366">
            <w:pPr>
              <w:rPr>
                <w:color w:val="424A52"/>
              </w:rPr>
            </w:pPr>
          </w:p>
          <w:p w14:paraId="2B4B76F4" w14:textId="704FDD66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91F3B25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6212386F" w14:textId="77777777" w:rsidTr="007A4366">
        <w:tc>
          <w:tcPr>
            <w:tcW w:w="4672" w:type="dxa"/>
          </w:tcPr>
          <w:p w14:paraId="4C71A004" w14:textId="77777777" w:rsidR="007A4366" w:rsidRDefault="007A4366" w:rsidP="007A4366">
            <w:pPr>
              <w:rPr>
                <w:color w:val="424A52"/>
              </w:rPr>
            </w:pPr>
          </w:p>
          <w:p w14:paraId="65B6A3E8" w14:textId="2A6DAC24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ABAF9E9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078D843" w14:textId="77777777" w:rsidTr="007A4366">
        <w:tc>
          <w:tcPr>
            <w:tcW w:w="4672" w:type="dxa"/>
          </w:tcPr>
          <w:p w14:paraId="39B64FA3" w14:textId="77777777" w:rsidR="007A4366" w:rsidRDefault="007A4366" w:rsidP="007A4366">
            <w:pPr>
              <w:rPr>
                <w:color w:val="424A52"/>
              </w:rPr>
            </w:pPr>
          </w:p>
          <w:p w14:paraId="700BDD87" w14:textId="3E14A979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123E70C4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6C10EC96" w14:textId="77777777" w:rsidTr="007A4366">
        <w:tc>
          <w:tcPr>
            <w:tcW w:w="4672" w:type="dxa"/>
          </w:tcPr>
          <w:p w14:paraId="26C31B61" w14:textId="77777777" w:rsidR="007A4366" w:rsidRDefault="007A4366" w:rsidP="007A4366">
            <w:pPr>
              <w:rPr>
                <w:color w:val="424A52"/>
              </w:rPr>
            </w:pPr>
          </w:p>
          <w:p w14:paraId="2BBF03C8" w14:textId="6051374B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A00CEF8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58571125" w14:textId="77777777" w:rsidTr="007A4366">
        <w:tc>
          <w:tcPr>
            <w:tcW w:w="4672" w:type="dxa"/>
          </w:tcPr>
          <w:p w14:paraId="1FDD4897" w14:textId="77777777" w:rsidR="007A4366" w:rsidRDefault="007A4366" w:rsidP="007A4366">
            <w:pPr>
              <w:rPr>
                <w:color w:val="424A52"/>
              </w:rPr>
            </w:pPr>
          </w:p>
          <w:p w14:paraId="6FF71F43" w14:textId="25FE17A1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6774320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39B7C278" w14:textId="77777777" w:rsidTr="007A4366">
        <w:tc>
          <w:tcPr>
            <w:tcW w:w="4672" w:type="dxa"/>
          </w:tcPr>
          <w:p w14:paraId="55853E6A" w14:textId="77777777" w:rsidR="007A4366" w:rsidRDefault="007A4366" w:rsidP="007A4366">
            <w:pPr>
              <w:rPr>
                <w:color w:val="424A52"/>
              </w:rPr>
            </w:pPr>
          </w:p>
          <w:p w14:paraId="6284041A" w14:textId="07369F2D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D9E372D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4ABF62C0" w14:textId="77777777" w:rsidTr="007A4366">
        <w:tc>
          <w:tcPr>
            <w:tcW w:w="4672" w:type="dxa"/>
          </w:tcPr>
          <w:p w14:paraId="7F0CBF8B" w14:textId="77777777" w:rsidR="007A4366" w:rsidRDefault="007A4366" w:rsidP="007A4366">
            <w:pPr>
              <w:rPr>
                <w:color w:val="424A52"/>
              </w:rPr>
            </w:pPr>
          </w:p>
          <w:p w14:paraId="0D77884B" w14:textId="73B843C5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DB458CC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3E53EDD" w14:textId="77777777" w:rsidTr="007A4366">
        <w:tc>
          <w:tcPr>
            <w:tcW w:w="4672" w:type="dxa"/>
          </w:tcPr>
          <w:p w14:paraId="5AB47015" w14:textId="77777777" w:rsidR="007A4366" w:rsidRDefault="007A4366" w:rsidP="007A4366">
            <w:pPr>
              <w:rPr>
                <w:color w:val="424A52"/>
              </w:rPr>
            </w:pPr>
          </w:p>
          <w:p w14:paraId="370D39A3" w14:textId="221A0166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1168FE02" w14:textId="77777777" w:rsidR="007A4366" w:rsidRDefault="007A4366" w:rsidP="007A4366">
            <w:pPr>
              <w:rPr>
                <w:color w:val="424A52"/>
              </w:rPr>
            </w:pPr>
          </w:p>
        </w:tc>
      </w:tr>
    </w:tbl>
    <w:p w14:paraId="5DC4F3D0" w14:textId="67CA60B4" w:rsidR="007A4366" w:rsidRDefault="007A4366" w:rsidP="007A4366"/>
    <w:p w14:paraId="59ECDA0B" w14:textId="6E75AD1D" w:rsidR="007A4366" w:rsidRDefault="007A4366">
      <w:r>
        <w:br w:type="page"/>
      </w:r>
    </w:p>
    <w:p w14:paraId="4390ADA8" w14:textId="09B7730A" w:rsidR="007A4366" w:rsidRDefault="007A4366" w:rsidP="007A4366">
      <w:pPr>
        <w:pStyle w:val="ReportTitle"/>
      </w:pPr>
      <w:r>
        <w:lastRenderedPageBreak/>
        <w:t>Important To/For</w:t>
      </w:r>
    </w:p>
    <w:p w14:paraId="17B33FE5" w14:textId="52A6ED49" w:rsidR="007A4366" w:rsidRDefault="007A4366" w:rsidP="007A4366"/>
    <w:p w14:paraId="117F9D9B" w14:textId="77777777" w:rsidR="007A4366" w:rsidRPr="007A4366" w:rsidRDefault="007A4366" w:rsidP="007A4366">
      <w:pPr>
        <w:rPr>
          <w:color w:val="424A52"/>
        </w:rPr>
      </w:pPr>
      <w:r w:rsidRPr="007A4366">
        <w:rPr>
          <w:color w:val="424A52"/>
        </w:rPr>
        <w:t xml:space="preserve">List the factors that are important </w:t>
      </w:r>
      <w:r w:rsidRPr="007A4366">
        <w:rPr>
          <w:b/>
          <w:color w:val="424A52"/>
        </w:rPr>
        <w:t>to</w:t>
      </w:r>
      <w:r w:rsidRPr="007A4366">
        <w:rPr>
          <w:color w:val="424A52"/>
        </w:rPr>
        <w:t xml:space="preserve"> someone (things that they want to do or have in their life) with the factors that in other people’s views are important </w:t>
      </w:r>
      <w:r w:rsidRPr="007A4366">
        <w:rPr>
          <w:b/>
          <w:color w:val="424A52"/>
        </w:rPr>
        <w:t>for</w:t>
      </w:r>
      <w:r w:rsidRPr="007A4366">
        <w:rPr>
          <w:color w:val="424A52"/>
        </w:rPr>
        <w:t xml:space="preserve"> them (things that will help or support them).</w:t>
      </w:r>
    </w:p>
    <w:p w14:paraId="68E9F317" w14:textId="40E64B74" w:rsidR="007A4366" w:rsidRDefault="007A4366" w:rsidP="007A4366">
      <w:pPr>
        <w:rPr>
          <w:color w:val="424A52"/>
        </w:rPr>
      </w:pPr>
    </w:p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4366" w:rsidRPr="007A4366" w14:paraId="136F70E7" w14:textId="77777777" w:rsidTr="00264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672" w:type="dxa"/>
          </w:tcPr>
          <w:p w14:paraId="0E3EB4B1" w14:textId="77777777" w:rsidR="007A4366" w:rsidRPr="007A4366" w:rsidRDefault="007A4366" w:rsidP="00264E4D">
            <w:pPr>
              <w:rPr>
                <w:b/>
                <w:bCs/>
              </w:rPr>
            </w:pPr>
            <w:r w:rsidRPr="007A4366">
              <w:rPr>
                <w:b/>
                <w:bCs/>
              </w:rPr>
              <w:t>Important To</w:t>
            </w:r>
          </w:p>
        </w:tc>
        <w:tc>
          <w:tcPr>
            <w:tcW w:w="4673" w:type="dxa"/>
          </w:tcPr>
          <w:p w14:paraId="16A6AE0A" w14:textId="77777777" w:rsidR="007A4366" w:rsidRPr="007A4366" w:rsidRDefault="007A4366" w:rsidP="00264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A4366">
              <w:rPr>
                <w:b/>
                <w:bCs/>
              </w:rPr>
              <w:t>Important For</w:t>
            </w:r>
          </w:p>
        </w:tc>
      </w:tr>
      <w:tr w:rsidR="007A4366" w14:paraId="546AE0EF" w14:textId="77777777" w:rsidTr="00264E4D">
        <w:tc>
          <w:tcPr>
            <w:tcW w:w="4672" w:type="dxa"/>
          </w:tcPr>
          <w:p w14:paraId="354B1B65" w14:textId="77777777" w:rsidR="007A4366" w:rsidRDefault="007A4366" w:rsidP="00264E4D">
            <w:pPr>
              <w:rPr>
                <w:color w:val="424A52"/>
              </w:rPr>
            </w:pPr>
          </w:p>
          <w:p w14:paraId="1D66C47D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A8CBE3D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7C44DA02" w14:textId="77777777" w:rsidTr="00264E4D">
        <w:tc>
          <w:tcPr>
            <w:tcW w:w="4672" w:type="dxa"/>
          </w:tcPr>
          <w:p w14:paraId="23440233" w14:textId="77777777" w:rsidR="007A4366" w:rsidRDefault="007A4366" w:rsidP="00264E4D">
            <w:pPr>
              <w:rPr>
                <w:color w:val="424A52"/>
              </w:rPr>
            </w:pPr>
          </w:p>
          <w:p w14:paraId="03151C0C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BE1B0B4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0DB1A721" w14:textId="77777777" w:rsidTr="00264E4D">
        <w:tc>
          <w:tcPr>
            <w:tcW w:w="4672" w:type="dxa"/>
          </w:tcPr>
          <w:p w14:paraId="786C6FCA" w14:textId="77777777" w:rsidR="007A4366" w:rsidRDefault="007A4366" w:rsidP="00264E4D">
            <w:pPr>
              <w:rPr>
                <w:color w:val="424A52"/>
              </w:rPr>
            </w:pPr>
          </w:p>
          <w:p w14:paraId="73099C54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2BF3DC6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AC250C3" w14:textId="77777777" w:rsidTr="00264E4D">
        <w:tc>
          <w:tcPr>
            <w:tcW w:w="4672" w:type="dxa"/>
          </w:tcPr>
          <w:p w14:paraId="73655A6D" w14:textId="77777777" w:rsidR="007A4366" w:rsidRDefault="007A4366" w:rsidP="00264E4D">
            <w:pPr>
              <w:rPr>
                <w:color w:val="424A52"/>
              </w:rPr>
            </w:pPr>
          </w:p>
          <w:p w14:paraId="124B05B5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632698D7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271F99D9" w14:textId="77777777" w:rsidTr="00264E4D">
        <w:tc>
          <w:tcPr>
            <w:tcW w:w="4672" w:type="dxa"/>
          </w:tcPr>
          <w:p w14:paraId="6BA12ED1" w14:textId="77777777" w:rsidR="007A4366" w:rsidRDefault="007A4366" w:rsidP="00264E4D">
            <w:pPr>
              <w:rPr>
                <w:color w:val="424A52"/>
              </w:rPr>
            </w:pPr>
          </w:p>
          <w:p w14:paraId="218DE9EF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C543FC7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1CC73C3A" w14:textId="77777777" w:rsidTr="00264E4D">
        <w:tc>
          <w:tcPr>
            <w:tcW w:w="4672" w:type="dxa"/>
          </w:tcPr>
          <w:p w14:paraId="025DEA89" w14:textId="77777777" w:rsidR="007A4366" w:rsidRDefault="007A4366" w:rsidP="00264E4D">
            <w:pPr>
              <w:rPr>
                <w:color w:val="424A52"/>
              </w:rPr>
            </w:pPr>
          </w:p>
          <w:p w14:paraId="67FB2EEF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A446444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19411C2E" w14:textId="77777777" w:rsidTr="00264E4D">
        <w:tc>
          <w:tcPr>
            <w:tcW w:w="4672" w:type="dxa"/>
          </w:tcPr>
          <w:p w14:paraId="225E4767" w14:textId="77777777" w:rsidR="007A4366" w:rsidRDefault="007A4366" w:rsidP="00264E4D">
            <w:pPr>
              <w:rPr>
                <w:color w:val="424A52"/>
              </w:rPr>
            </w:pPr>
          </w:p>
          <w:p w14:paraId="15E5F517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1F82F73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C55424E" w14:textId="77777777" w:rsidTr="00264E4D">
        <w:tc>
          <w:tcPr>
            <w:tcW w:w="4672" w:type="dxa"/>
          </w:tcPr>
          <w:p w14:paraId="71E2DC89" w14:textId="77777777" w:rsidR="007A4366" w:rsidRDefault="007A4366" w:rsidP="00264E4D">
            <w:pPr>
              <w:rPr>
                <w:color w:val="424A52"/>
              </w:rPr>
            </w:pPr>
          </w:p>
          <w:p w14:paraId="27336D15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AEC7519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0DFA80AB" w14:textId="77777777" w:rsidTr="00264E4D">
        <w:tc>
          <w:tcPr>
            <w:tcW w:w="4672" w:type="dxa"/>
          </w:tcPr>
          <w:p w14:paraId="4DDD9ED9" w14:textId="77777777" w:rsidR="007A4366" w:rsidRDefault="007A4366" w:rsidP="00264E4D">
            <w:pPr>
              <w:rPr>
                <w:color w:val="424A52"/>
              </w:rPr>
            </w:pPr>
          </w:p>
          <w:p w14:paraId="4A23D5FB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BD4CE48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463260B9" w14:textId="77777777" w:rsidTr="00264E4D">
        <w:tc>
          <w:tcPr>
            <w:tcW w:w="4672" w:type="dxa"/>
          </w:tcPr>
          <w:p w14:paraId="5E26D1CC" w14:textId="77777777" w:rsidR="007A4366" w:rsidRDefault="007A4366" w:rsidP="00264E4D">
            <w:pPr>
              <w:rPr>
                <w:color w:val="424A52"/>
              </w:rPr>
            </w:pPr>
          </w:p>
          <w:p w14:paraId="124B695C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215B7A0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27389E0" w14:textId="77777777" w:rsidTr="00264E4D">
        <w:tc>
          <w:tcPr>
            <w:tcW w:w="4672" w:type="dxa"/>
          </w:tcPr>
          <w:p w14:paraId="15B56CC1" w14:textId="77777777" w:rsidR="007A4366" w:rsidRDefault="007A4366" w:rsidP="00264E4D">
            <w:pPr>
              <w:rPr>
                <w:color w:val="424A52"/>
              </w:rPr>
            </w:pPr>
          </w:p>
          <w:p w14:paraId="6C19EFE4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A14FE7B" w14:textId="77777777" w:rsidR="007A4366" w:rsidRDefault="007A4366" w:rsidP="00264E4D">
            <w:pPr>
              <w:rPr>
                <w:color w:val="424A52"/>
              </w:rPr>
            </w:pPr>
          </w:p>
        </w:tc>
      </w:tr>
    </w:tbl>
    <w:p w14:paraId="5DE97B5A" w14:textId="77777777" w:rsidR="007A4366" w:rsidRPr="007A4366" w:rsidRDefault="007A4366" w:rsidP="007A4366">
      <w:pPr>
        <w:rPr>
          <w:color w:val="424A52"/>
        </w:rPr>
      </w:pPr>
    </w:p>
    <w:sectPr w:rsidR="007A4366" w:rsidRPr="007A4366" w:rsidSect="007A3795">
      <w:headerReference w:type="default" r:id="rId8"/>
      <w:footerReference w:type="default" r:id="rId9"/>
      <w:pgSz w:w="11907" w:h="16840" w:code="9"/>
      <w:pgMar w:top="1418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85DE" w14:textId="77777777" w:rsidR="00823C03" w:rsidRDefault="00823C03" w:rsidP="009D6951">
      <w:r>
        <w:separator/>
      </w:r>
    </w:p>
  </w:endnote>
  <w:endnote w:type="continuationSeparator" w:id="0">
    <w:p w14:paraId="516FEFA8" w14:textId="77777777" w:rsidR="00823C03" w:rsidRDefault="00823C03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Fan Heiti Std B"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F3B9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69DCC0D3" wp14:editId="54DE5736">
              <wp:simplePos x="0" y="0"/>
              <wp:positionH relativeFrom="column">
                <wp:posOffset>-544195</wp:posOffset>
              </wp:positionH>
              <wp:positionV relativeFrom="paragraph">
                <wp:posOffset>97154</wp:posOffset>
              </wp:positionV>
              <wp:extent cx="653224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18D63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85pt,7.65pt" to="471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108EA886" w14:textId="7777777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3EC5" w14:textId="77777777" w:rsidR="00823C03" w:rsidRPr="00A85E38" w:rsidRDefault="00823C03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69CDAC4C" w14:textId="77777777" w:rsidR="00823C03" w:rsidRDefault="00823C03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0CDE" w14:textId="6864450F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0729C7CF" wp14:editId="68E30FA9">
              <wp:simplePos x="0" y="0"/>
              <wp:positionH relativeFrom="column">
                <wp:posOffset>-546735</wp:posOffset>
              </wp:positionH>
              <wp:positionV relativeFrom="paragraph">
                <wp:posOffset>194309</wp:posOffset>
              </wp:positionV>
              <wp:extent cx="653224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06CCD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05pt,15.3pt" to="471.3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7A4366">
      <w:rPr>
        <w:b w:val="0"/>
        <w:bCs/>
        <w:sz w:val="20"/>
        <w:szCs w:val="20"/>
      </w:rPr>
      <w:t>Certificate in Commissioning and Purchasing</w:t>
    </w:r>
    <w:r w:rsidRPr="00601C7A">
      <w:rPr>
        <w:b w:val="0"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169D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E692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909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A0B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0671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582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6A4B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26A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8"/>
  </w:num>
  <w:num w:numId="5">
    <w:abstractNumId w:val="15"/>
  </w:num>
  <w:num w:numId="6">
    <w:abstractNumId w:val="17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10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66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4366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3C03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CB84FA"/>
  <w15:chartTrackingRefBased/>
  <w15:docId w15:val="{E8652766-08D0-4BF9-897E-8C5E56AA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4366"/>
    <w:rPr>
      <w:rFonts w:ascii="Arial" w:eastAsiaTheme="minorHAnsi" w:hAnsi="Arial"/>
      <w:sz w:val="24"/>
      <w:szCs w:val="22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Document.dotx</Template>
  <TotalTime>6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1</cp:revision>
  <cp:lastPrinted>2012-03-20T09:40:00Z</cp:lastPrinted>
  <dcterms:created xsi:type="dcterms:W3CDTF">2021-10-14T13:12:00Z</dcterms:created>
  <dcterms:modified xsi:type="dcterms:W3CDTF">2021-10-14T13:19:00Z</dcterms:modified>
</cp:coreProperties>
</file>